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1F5974DC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475732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5B467C8B" w:rsidR="008D1299" w:rsidRPr="005E1464" w:rsidRDefault="00931F2A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475732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475732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475732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475732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społeczno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475732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>informowania  Koorynatora</w:t>
      </w:r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Zapoznałem/am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zostałem/am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zapoznałem/am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sutuacji społeczno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>nie korzysta z tego samego rodzaju wsparcia w innych projektach współfinansowanych przez Unię Europejską w ramach Europejskiego Funduszu Społeczego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35771E"/>
    <w:rsid w:val="00372C93"/>
    <w:rsid w:val="00465565"/>
    <w:rsid w:val="00475732"/>
    <w:rsid w:val="004A239E"/>
    <w:rsid w:val="004B0765"/>
    <w:rsid w:val="0075189E"/>
    <w:rsid w:val="00836AC0"/>
    <w:rsid w:val="00871D90"/>
    <w:rsid w:val="00872C1C"/>
    <w:rsid w:val="008D1299"/>
    <w:rsid w:val="00931F2A"/>
    <w:rsid w:val="00935821"/>
    <w:rsid w:val="00BC3F68"/>
    <w:rsid w:val="00CA679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19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11</cp:revision>
  <cp:lastPrinted>2025-10-06T10:09:00Z</cp:lastPrinted>
  <dcterms:created xsi:type="dcterms:W3CDTF">2025-10-17T06:54:00Z</dcterms:created>
  <dcterms:modified xsi:type="dcterms:W3CDTF">2025-10-20T12:32:00Z</dcterms:modified>
</cp:coreProperties>
</file>